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1007" w:rsidRDefault="000E49FB">
      <w:pPr>
        <w:pStyle w:val="Styl10"/>
        <w:framePr w:w="3402" w:h="284" w:hRule="exact" w:wrap="notBeside" w:vAnchor="page" w:hAnchor="page" w:x="7610" w:y="2042" w:anchorLock="1"/>
        <w:jc w:val="right"/>
      </w:pPr>
      <w:r>
        <w:t>Červen</w:t>
      </w:r>
      <w:r w:rsidR="002E1B58">
        <w:t>, 20</w:t>
      </w:r>
      <w:r w:rsidR="0065736D">
        <w:t>2</w:t>
      </w:r>
      <w:r w:rsidR="00257FE4">
        <w:t>2</w:t>
      </w: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 w:rsidP="00BD1E95">
      <w:pPr>
        <w:tabs>
          <w:tab w:val="left" w:pos="1080"/>
        </w:tabs>
      </w:pPr>
    </w:p>
    <w:p w:rsidR="00561007" w:rsidRDefault="00561007"/>
    <w:tbl>
      <w:tblPr>
        <w:tblpPr w:leftFromText="142" w:rightFromText="142" w:vertAnchor="page" w:horzAnchor="margin" w:tblpXSpec="center" w:tblpY="7372"/>
        <w:tblOverlap w:val="never"/>
        <w:tblW w:w="75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4"/>
      </w:tblGrid>
      <w:tr w:rsidR="00561007" w:rsidTr="0065736D">
        <w:trPr>
          <w:trHeight w:val="1276"/>
        </w:trPr>
        <w:tc>
          <w:tcPr>
            <w:tcW w:w="7534" w:type="dxa"/>
            <w:vAlign w:val="center"/>
          </w:tcPr>
          <w:p w:rsidR="00561007" w:rsidRDefault="0065736D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  <w:r w:rsidRPr="0065736D">
              <w:rPr>
                <w:b/>
                <w:bCs/>
              </w:rPr>
              <w:t>02.060 Opatření v úseku Brantice, OHO</w:t>
            </w:r>
            <w:r>
              <w:rPr>
                <w:b/>
                <w:bCs/>
              </w:rPr>
              <w:t>,</w:t>
            </w:r>
          </w:p>
          <w:p w:rsidR="0065736D" w:rsidRPr="0065736D" w:rsidRDefault="0065736D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  <w:r w:rsidRPr="0065736D">
              <w:rPr>
                <w:b/>
                <w:bCs/>
              </w:rPr>
              <w:t>dílčí stavba 02.061 Jez Brantice,</w:t>
            </w:r>
          </w:p>
          <w:p w:rsidR="0065736D" w:rsidRDefault="0065736D">
            <w:pPr>
              <w:pStyle w:val="Styl16"/>
              <w:framePr w:hSpace="0" w:vSpace="0" w:wrap="auto" w:vAnchor="margin" w:yAlign="inline"/>
            </w:pPr>
            <w:r w:rsidRPr="0065736D">
              <w:rPr>
                <w:b/>
                <w:bCs/>
              </w:rPr>
              <w:t>stavba č. 5882</w:t>
            </w:r>
          </w:p>
        </w:tc>
      </w:tr>
      <w:tr w:rsidR="00561007" w:rsidTr="00BD1E95">
        <w:trPr>
          <w:trHeight w:val="717"/>
        </w:trPr>
        <w:tc>
          <w:tcPr>
            <w:tcW w:w="7534" w:type="dxa"/>
            <w:vAlign w:val="center"/>
          </w:tcPr>
          <w:p w:rsidR="00561007" w:rsidRDefault="00127DEF">
            <w:pPr>
              <w:pStyle w:val="Styl16"/>
              <w:framePr w:hSpace="0" w:vSpace="0" w:wrap="auto" w:vAnchor="margin" w:yAlign="inline"/>
            </w:pPr>
            <w:r>
              <w:t>D</w:t>
            </w:r>
            <w:r w:rsidR="00257FE4">
              <w:t>okumentace pro provádění stavby</w:t>
            </w:r>
          </w:p>
        </w:tc>
      </w:tr>
      <w:tr w:rsidR="00561007" w:rsidTr="00BD1E95">
        <w:trPr>
          <w:trHeight w:val="724"/>
        </w:trPr>
        <w:tc>
          <w:tcPr>
            <w:tcW w:w="7534" w:type="dxa"/>
            <w:vAlign w:val="center"/>
          </w:tcPr>
          <w:p w:rsidR="00561007" w:rsidRPr="002E1B58" w:rsidRDefault="00610631">
            <w:pPr>
              <w:pStyle w:val="Styl16"/>
              <w:framePr w:hSpace="0" w:vSpace="0" w:wrap="auto" w:vAnchor="margin" w:yAlign="inline"/>
              <w:rPr>
                <w:b/>
              </w:rPr>
            </w:pPr>
            <w:r>
              <w:rPr>
                <w:b/>
              </w:rPr>
              <w:t>III.1 Soupis stavebních prací, dodávek a služeb</w:t>
            </w:r>
          </w:p>
        </w:tc>
      </w:tr>
      <w:tr w:rsidR="00561007" w:rsidTr="00BD1E95">
        <w:trPr>
          <w:trHeight w:val="567"/>
        </w:trPr>
        <w:tc>
          <w:tcPr>
            <w:tcW w:w="7534" w:type="dxa"/>
            <w:vAlign w:val="center"/>
          </w:tcPr>
          <w:p w:rsidR="00561007" w:rsidRDefault="00561007">
            <w:pPr>
              <w:pStyle w:val="Styl16"/>
              <w:framePr w:hSpace="0" w:vSpace="0" w:wrap="auto" w:vAnchor="margin" w:yAlign="inline"/>
            </w:pPr>
            <w:r>
              <w:t>Objednatel:</w:t>
            </w:r>
            <w:r w:rsidR="005608FA">
              <w:t xml:space="preserve"> </w:t>
            </w:r>
            <w:r w:rsidR="0065736D">
              <w:t xml:space="preserve">Povodí Odry, státní podnik, </w:t>
            </w:r>
          </w:p>
        </w:tc>
      </w:tr>
    </w:tbl>
    <w:p w:rsidR="00561007" w:rsidRPr="00560607" w:rsidRDefault="00560607">
      <w:pPr>
        <w:pStyle w:val="Styl10"/>
        <w:framePr w:w="2852" w:h="363" w:hRule="exact" w:wrap="notBeside" w:vAnchor="page" w:hAnchor="page" w:x="2269" w:y="15843" w:anchorLock="1"/>
      </w:pPr>
      <w:r w:rsidRPr="00560607">
        <w:t>121095</w:t>
      </w:r>
      <w:r w:rsidR="002E1B58" w:rsidRPr="00560607">
        <w:t>A</w:t>
      </w:r>
    </w:p>
    <w:p w:rsidR="00561007" w:rsidRDefault="00561007">
      <w:pPr>
        <w:pStyle w:val="Zhlav"/>
        <w:tabs>
          <w:tab w:val="clear" w:pos="4536"/>
          <w:tab w:val="clear" w:pos="9072"/>
        </w:tabs>
      </w:pP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  <w:bookmarkStart w:id="0" w:name="_GoBack"/>
      <w:bookmarkEnd w:id="0"/>
    </w:p>
    <w:sectPr w:rsidR="00561007">
      <w:headerReference w:type="default" r:id="rId6"/>
      <w:footerReference w:type="default" r:id="rId7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1B58" w:rsidRDefault="002E1B58">
      <w:r>
        <w:separator/>
      </w:r>
    </w:p>
  </w:endnote>
  <w:endnote w:type="continuationSeparator" w:id="0">
    <w:p w:rsidR="002E1B58" w:rsidRDefault="002E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1B58" w:rsidRDefault="002E1B58">
      <w:r>
        <w:separator/>
      </w:r>
    </w:p>
  </w:footnote>
  <w:footnote w:type="continuationSeparator" w:id="0">
    <w:p w:rsidR="002E1B58" w:rsidRDefault="002E1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1007" w:rsidRDefault="001C228D">
    <w:pPr>
      <w:pStyle w:val="Zhlav"/>
      <w:tabs>
        <w:tab w:val="left" w:pos="900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01B4DC5E" wp14:editId="1276A72B">
          <wp:simplePos x="0" y="0"/>
          <wp:positionH relativeFrom="column">
            <wp:posOffset>288925</wp:posOffset>
          </wp:positionH>
          <wp:positionV relativeFrom="paragraph">
            <wp:posOffset>-34925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B58"/>
    <w:rsid w:val="000C31A9"/>
    <w:rsid w:val="000E49FB"/>
    <w:rsid w:val="00127DEF"/>
    <w:rsid w:val="001A7474"/>
    <w:rsid w:val="001C228D"/>
    <w:rsid w:val="00257FE4"/>
    <w:rsid w:val="002E1B58"/>
    <w:rsid w:val="00560607"/>
    <w:rsid w:val="005608FA"/>
    <w:rsid w:val="00561007"/>
    <w:rsid w:val="005D2EB5"/>
    <w:rsid w:val="00610631"/>
    <w:rsid w:val="0065736D"/>
    <w:rsid w:val="006D4796"/>
    <w:rsid w:val="007A4CD4"/>
    <w:rsid w:val="007B4449"/>
    <w:rsid w:val="007E4E11"/>
    <w:rsid w:val="00835621"/>
    <w:rsid w:val="00843580"/>
    <w:rsid w:val="00A0073C"/>
    <w:rsid w:val="00A90821"/>
    <w:rsid w:val="00AE5373"/>
    <w:rsid w:val="00BD1E95"/>
    <w:rsid w:val="00BD681C"/>
    <w:rsid w:val="00CF5790"/>
    <w:rsid w:val="00D74FBB"/>
    <w:rsid w:val="00DA033F"/>
    <w:rsid w:val="00E5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A3D2CBD"/>
  <w15:docId w15:val="{2064F002-A86A-4E41-837D-A6D32F493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6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8</TotalTime>
  <Pages>1</Pages>
  <Words>33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Jendruscak, Michal</dc:creator>
  <cp:lastModifiedBy>Jendruscak, Michal</cp:lastModifiedBy>
  <cp:revision>11</cp:revision>
  <cp:lastPrinted>2006-04-20T09:46:00Z</cp:lastPrinted>
  <dcterms:created xsi:type="dcterms:W3CDTF">2021-07-12T07:48:00Z</dcterms:created>
  <dcterms:modified xsi:type="dcterms:W3CDTF">2022-09-13T11:14:00Z</dcterms:modified>
</cp:coreProperties>
</file>